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BA3D1F" w:rsidRDefault="00BA3D1F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oprava hygienického zázemí a kanalizace, zš na výsluní </w:t>
            </w:r>
          </w:p>
          <w:p w:rsidR="00171691" w:rsidRPr="0025072A" w:rsidRDefault="00BA3D1F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– pavilon d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55D87F5E</Template>
  <TotalTime>27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33</cp:revision>
  <cp:lastPrinted>2021-05-24T06:24:00Z</cp:lastPrinted>
  <dcterms:created xsi:type="dcterms:W3CDTF">2019-09-19T08:40:00Z</dcterms:created>
  <dcterms:modified xsi:type="dcterms:W3CDTF">2025-01-17T08:15:00Z</dcterms:modified>
</cp:coreProperties>
</file>